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61B2240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CA09B2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CA09B2">
        <w:rPr>
          <w:rFonts w:ascii="Corbel" w:hAnsi="Corbel"/>
          <w:bCs/>
          <w:i/>
        </w:rPr>
        <w:t>19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247225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</w:t>
      </w:r>
      <w:r w:rsidR="008052E8">
        <w:rPr>
          <w:rFonts w:ascii="Corbel" w:hAnsi="Corbel"/>
          <w:i/>
          <w:smallCaps/>
          <w:sz w:val="24"/>
          <w:szCs w:val="24"/>
        </w:rPr>
        <w:t>1</w:t>
      </w:r>
      <w:r w:rsidR="00412E1D">
        <w:rPr>
          <w:rFonts w:ascii="Corbel" w:hAnsi="Corbel"/>
          <w:i/>
          <w:smallCaps/>
          <w:sz w:val="24"/>
          <w:szCs w:val="24"/>
        </w:rPr>
        <w:t>-2</w:t>
      </w:r>
      <w:r w:rsidR="008052E8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9F67A4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</w:t>
      </w:r>
      <w:r w:rsidR="008052E8">
        <w:rPr>
          <w:rFonts w:ascii="Corbel" w:hAnsi="Corbel"/>
          <w:sz w:val="20"/>
          <w:szCs w:val="20"/>
        </w:rPr>
        <w:t>5</w:t>
      </w:r>
      <w:r w:rsidR="00412E1D">
        <w:rPr>
          <w:rFonts w:ascii="Corbel" w:hAnsi="Corbel"/>
          <w:sz w:val="20"/>
          <w:szCs w:val="20"/>
        </w:rPr>
        <w:t>/2</w:t>
      </w:r>
      <w:r w:rsidR="008052E8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6C27837A" w:rsidR="00412E1D" w:rsidRPr="009C54A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administracyjne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3FC26662" w:rsidR="00412E1D" w:rsidRPr="009C54AE" w:rsidRDefault="00412E1D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57044F7E" w:rsidR="00412E1D" w:rsidRPr="009C54AE" w:rsidRDefault="00DD0FA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B4E3D66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1F53384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1E37837A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0247085C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6CB99E49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A1894A1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60B89098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315E939F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4911EDE9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3280EF14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5AFB1E63" w14:textId="1FB7A240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124CE07E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736F4" w14:textId="7EEC13D2" w:rsidR="00412E1D" w:rsidRPr="009C54AE" w:rsidRDefault="00412E1D" w:rsidP="00EE7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77777777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2021,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75DA45FA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2022.</w:t>
            </w: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4D187" w14:textId="77777777" w:rsidR="007239DD" w:rsidRDefault="007239DD" w:rsidP="00C16ABF">
      <w:pPr>
        <w:spacing w:after="0" w:line="240" w:lineRule="auto"/>
      </w:pPr>
      <w:r>
        <w:separator/>
      </w:r>
    </w:p>
  </w:endnote>
  <w:endnote w:type="continuationSeparator" w:id="0">
    <w:p w14:paraId="1BE0BAD1" w14:textId="77777777" w:rsidR="007239DD" w:rsidRDefault="007239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F580" w14:textId="77777777" w:rsidR="007239DD" w:rsidRDefault="007239DD" w:rsidP="00C16ABF">
      <w:pPr>
        <w:spacing w:after="0" w:line="240" w:lineRule="auto"/>
      </w:pPr>
      <w:r>
        <w:separator/>
      </w:r>
    </w:p>
  </w:footnote>
  <w:footnote w:type="continuationSeparator" w:id="0">
    <w:p w14:paraId="61865519" w14:textId="77777777" w:rsidR="007239DD" w:rsidRDefault="007239DD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06709">
    <w:abstractNumId w:val="0"/>
  </w:num>
  <w:num w:numId="2" w16cid:durableId="246379421">
    <w:abstractNumId w:val="2"/>
  </w:num>
  <w:num w:numId="3" w16cid:durableId="12320425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9DD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2E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532"/>
    <w:rsid w:val="00A97DE1"/>
    <w:rsid w:val="00AB053C"/>
    <w:rsid w:val="00AC6C9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774B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9B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D0F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7567"/>
    <w:rsid w:val="00F27A7B"/>
    <w:rsid w:val="00F373F1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FE51E-50EB-4CF0-A955-224E77D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6</cp:revision>
  <cp:lastPrinted>2019-02-06T12:12:00Z</cp:lastPrinted>
  <dcterms:created xsi:type="dcterms:W3CDTF">2023-10-18T10:36:00Z</dcterms:created>
  <dcterms:modified xsi:type="dcterms:W3CDTF">2023-10-30T10:53:00Z</dcterms:modified>
</cp:coreProperties>
</file>